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F78CF3" w:rsidR="00A27829" w:rsidRPr="00C00867" w:rsidRDefault="00C00867" w:rsidP="00A27829">
      <w:pPr>
        <w:pStyle w:val="Head"/>
      </w:pPr>
      <w:r>
        <w:t>Hamm: soluzioni sostenibili ad ogni livello</w:t>
      </w:r>
    </w:p>
    <w:p w14:paraId="26F0996C" w14:textId="2A401E50" w:rsidR="00A46F1E" w:rsidRPr="00C00867" w:rsidRDefault="00C00867" w:rsidP="00881E44">
      <w:pPr>
        <w:pStyle w:val="Subhead"/>
      </w:pPr>
      <w:r>
        <w:t>Protezione ambientale attiva nella tecnica di compattazione, nella produzione e nell'assistenza</w:t>
      </w:r>
    </w:p>
    <w:p w14:paraId="193790FB" w14:textId="74D5893C" w:rsidR="00A46F1E" w:rsidRPr="00C00867" w:rsidRDefault="00C00867" w:rsidP="00881E44">
      <w:pPr>
        <w:pStyle w:val="Teaser"/>
      </w:pPr>
      <w:r>
        <w:t>Un anno dopo aver ricevuto la certificazione ambientale secondo ISO 14001 è chiaro che, nella sede di Tirschenreuth, Hamm AG è ben posizionata in tema di protezione ambientale. Già da molti anni l'azienda pratica l'uso responsabile delle risorse limitate con moderni processi di produzione e soluzioni sostenibili nei settori dell'assistenza e della fornitura di pezzi di ricambio. Questa filosofia si riflette anche nell'attuale gamma di prodotti.</w:t>
      </w:r>
    </w:p>
    <w:p w14:paraId="03C1B33F" w14:textId="31E65274" w:rsidR="00A46F1E" w:rsidRPr="00C00867" w:rsidRDefault="00C00867" w:rsidP="002611FE">
      <w:pPr>
        <w:pStyle w:val="Absatzberschrift"/>
      </w:pPr>
      <w:r>
        <w:t>Massimi standard ambientali in fabbrica</w:t>
      </w:r>
    </w:p>
    <w:p w14:paraId="5941A861" w14:textId="5528AD82" w:rsidR="000B582B" w:rsidRPr="00C00867" w:rsidRDefault="00C00867" w:rsidP="00C00867">
      <w:pPr>
        <w:pStyle w:val="Standardabsatz"/>
      </w:pPr>
      <w:r>
        <w:t>Da molti anni la specialista della compattazione Hamm definisce attivamente le tendenze nella protezione dell'ambiente con soluzioni sostenibili e riduce continuamente la propria impronta di CO</w:t>
      </w:r>
      <w:r>
        <w:rPr>
          <w:vertAlign w:val="subscript"/>
        </w:rPr>
        <w:t>2</w:t>
      </w:r>
      <w:r>
        <w:t>. La certificazione ambientale secondo la ISO 14001 di fine 2020 ha segnato una pietra miliare. Il dott. Stefan Klumpp, CEO di Hamm AG, ne descrive la motivazione: "Per noi la protezione dell'ambiente è essenziale. Ciò vale sia per il nostro operato in qualità di azienda produttrice, che per i nostri prodotti. Andando oltre le normative di legge, utilizziamo il nostro sistema di gestione ambientale per identificare costantemente nuove potenzialità di miglioramento al fine di ridurre il consumo di risorse ed energia nel sito produttivo e limitare ulteriormente l'inquinamento ambientale". Uno dei precedenti "progetti faro" è la costruzione di un impianto geotermico. Dal 2013 riscalda e raffredda l'edificio amministrativo, risparmiando circa 86 t di CO</w:t>
      </w:r>
      <w:r>
        <w:rPr>
          <w:vertAlign w:val="subscript"/>
        </w:rPr>
        <w:t>2</w:t>
      </w:r>
      <w:r>
        <w:t xml:space="preserve"> all'anno. Nel 2019, nello stabilimento di Tirschenreuth il fabbisogno energetico per l'illuminazione è stato quasi dimezzato passando alle lampade a LED. Ciò consente di risparmiare ulteriori 80 t di CO</w:t>
      </w:r>
      <w:r>
        <w:rPr>
          <w:vertAlign w:val="subscript"/>
        </w:rPr>
        <w:t>2</w:t>
      </w:r>
      <w:r>
        <w:t xml:space="preserve"> ogni anno. Inoltre, le ottimizzazioni nel circuito dell'aria compressa riducono il fabbisogno elettrico ed energetico di 50.000 kWh. Ciò corrisponde a quasi 5 t di CO</w:t>
      </w:r>
      <w:r>
        <w:rPr>
          <w:vertAlign w:val="subscript"/>
        </w:rPr>
        <w:t>2</w:t>
      </w:r>
      <w:r>
        <w:t>.</w:t>
      </w:r>
    </w:p>
    <w:p w14:paraId="69F49D88" w14:textId="680C165E" w:rsidR="00BD25D1" w:rsidRPr="00C00867" w:rsidRDefault="00C00867" w:rsidP="00754B80">
      <w:pPr>
        <w:pStyle w:val="Absatzberschrift"/>
      </w:pPr>
      <w:r>
        <w:t>Tutte le divisioni aziendali sotto la lente d'ingrandimento</w:t>
      </w:r>
    </w:p>
    <w:p w14:paraId="684C6270" w14:textId="592BAE27" w:rsidR="00BD25D1" w:rsidRPr="00C00867" w:rsidRDefault="00C00867" w:rsidP="00BD25D1">
      <w:pPr>
        <w:pStyle w:val="Standardabsatz"/>
      </w:pPr>
      <w:r>
        <w:t>Dal 2018, un responsabile della protezione ambientale guida l'ulteriore riduzione al minimo del consumo di materie prime ed energia, dei rifiuti, degli imballaggi e delle emissioni di solventi (VOC) e sta esaminando tutte le divisioni aziendali. In questo modo Hamm migliora l'equilibrio ambientale grazie a misure su larga scala e molti progetti di dettaglio. Al momento si sta riducendo drasticamente anche il fabbisogno energetico per il riscaldamento, così come il consumo di acqua dolce in produzione. E si aggiungono standard molto elevati quando si tratta di acque reflue e basse emissioni acustiche dello stabilimento. Al contempo, la produzione paperless è ormai cosa fatta.</w:t>
      </w:r>
    </w:p>
    <w:p w14:paraId="55696270" w14:textId="65BDB2F2" w:rsidR="00BD25D1" w:rsidRPr="00C00867" w:rsidRDefault="00C00867" w:rsidP="00754B80">
      <w:pPr>
        <w:pStyle w:val="Absatzberschrift"/>
      </w:pPr>
      <w:r>
        <w:t>Recycling e recupero</w:t>
      </w:r>
    </w:p>
    <w:p w14:paraId="49494B03" w14:textId="3A3D690A" w:rsidR="00BD25D1" w:rsidRPr="00C00867" w:rsidRDefault="00C00867" w:rsidP="00282AFC">
      <w:pPr>
        <w:pStyle w:val="Standardabsatz"/>
      </w:pPr>
      <w:r>
        <w:t>Il focus è anche sugli scarti. "Grazie a innumerevoli misure ad hoc, entro il 2023 ridurremo gli scarti per macchina prodotta di circa il 20% rispetto al 2019", spiega il Direttore di stabilimento Dirk Pressgott. In produzione, un innovativo processo di verniciatura consente di risparmiare vernice e solventi mantenendo la stessa qualità della vernice. Inoltre, Hamm ora fa riciclare i solventi utilizzati per pulire gli impianti di verniciatura. Anche la logistica interna consente di risparmiare energia grazie a percorsi ottimizzati e utilizza silenziosi carrelli elevatori elettrici. Poco prima che i rulli lascino la fabbrica, l'energia frenante viene recuperata dal recupero nel banco prova, che tutte le macchine superano.</w:t>
      </w:r>
    </w:p>
    <w:p w14:paraId="6F696BAE" w14:textId="1D541394" w:rsidR="006D6CC6" w:rsidRPr="00C00867" w:rsidRDefault="00C00867" w:rsidP="006D6CC6">
      <w:pPr>
        <w:pStyle w:val="Absatzberschrift"/>
      </w:pPr>
      <w:r>
        <w:lastRenderedPageBreak/>
        <w:t>Soluzioni intelligenti al posto del materiale</w:t>
      </w:r>
    </w:p>
    <w:p w14:paraId="4506A117" w14:textId="79B4C934" w:rsidR="00C00867" w:rsidRPr="00C00867" w:rsidRDefault="00C00867" w:rsidP="00C00867">
      <w:pPr>
        <w:pStyle w:val="Standardabsatz"/>
      </w:pPr>
      <w:r>
        <w:t>In generale, per gli acquisti e la logistica di Hamm vale: "Soluzioni intelligenti invece del materiale". Speciali telai di trasporto significano che molti imballaggi non sono più necessari. Inoltre, grazie a una strategia 4PL, spariscono quasi del tutto le corse a vuoto nella consegna di parti acquistate e semilavorati. Le misure vengono integrate dalla selezione dei fornitori in base alla certificazione ambientale e dalla formazione dei collaboratori in un'ottica di tutela ambientale. Nel dialogo tra progettazione e produzione, da molti anni Hamm ha ottimizzato continuamente anche i tagli e le capacità di trasporto. Inoltre, ove possibile, nella costruzione dei rulli viene utilizzata plastica riciclata.</w:t>
      </w:r>
    </w:p>
    <w:p w14:paraId="2A5ED52F" w14:textId="45CF35BA" w:rsidR="00C00867" w:rsidRPr="00C00867" w:rsidRDefault="00C00867" w:rsidP="00C00867">
      <w:pPr>
        <w:pStyle w:val="Absatzberschrift"/>
      </w:pPr>
      <w:r>
        <w:t>Prodotti ecologici e soluzioni di compattazione</w:t>
      </w:r>
    </w:p>
    <w:p w14:paraId="3E03B3D9" w14:textId="025405B8" w:rsidR="00C00867" w:rsidRPr="00C00867" w:rsidRDefault="00C00867" w:rsidP="00C00867">
      <w:pPr>
        <w:pStyle w:val="Standardabsatz"/>
      </w:pPr>
      <w:r>
        <w:t>Per quanto riguarda i prodotti, Hamm persegue l'obiettivo di "sviluppare macchine e controlli macchina a basso consumo che garantiscano processi di lavoro efficienti e quindi a basso consumo di risorse in cantiere", spiega il dott. Axel Römer, Responsabile Ricerca e Sviluppo. Esempi concreti di ciò sono la compattazione con oscillazione a bassa rumorosità e basso consumo di risorse, l'ottimizzazione del processo tramite strumenti digitali e networking, nonché le tecnologie di riduzione dei consumi nell'area della catena cinematica. Il funzionamento dei rulli Hamm può avvenire anche con combustibili non fossili come biodiesel o HVO: molte attrezzature possono già funzionare con combustibili non fossili come biodiesel e HVO e le applicazioni sono in fase di ampliamento. Anche gli oli idraulici biodegradabili fanno parte del programma di fornitura standard.</w:t>
      </w:r>
    </w:p>
    <w:p w14:paraId="2F175736" w14:textId="3A6A3A5B" w:rsidR="00C00867" w:rsidRPr="00C00867" w:rsidRDefault="00C00867" w:rsidP="00C00867">
      <w:pPr>
        <w:pStyle w:val="Absatzberschrift"/>
      </w:pPr>
      <w:r>
        <w:t>Funzionamento e assistenza nel rispetto dell'ambiente per una lunga durata della macchina</w:t>
      </w:r>
    </w:p>
    <w:p w14:paraId="53E398A9" w14:textId="77777777" w:rsidR="00C00867" w:rsidRPr="00C00867" w:rsidRDefault="00C00867" w:rsidP="00C00867">
      <w:pPr>
        <w:pStyle w:val="Standardabsatz"/>
      </w:pPr>
      <w:r>
        <w:t>I prodotti durevoli sono particolarmente sostenibili. È qui che entra in gioco il sistema telematico Hamm, perché una manutenzione regolare prolunga la durata dei rulli – e con una disponibilità ottimale. La lunga durata dei rulli Hamm si riflette anche nella filosofia dei pezzi di ricambio. Hamm continua a fornire ai clienti pezzi di ricambio per tutti i modelli che siano mai stati costruiti. Inoltre, la maggior parte dei pezzi di ricambio sono disponibili separatamente, non solo in gruppi costruttivi.</w:t>
      </w:r>
    </w:p>
    <w:p w14:paraId="5D646814" w14:textId="635E81C6" w:rsidR="00C00867" w:rsidRPr="00C00867" w:rsidRDefault="00C00867" w:rsidP="00C00867">
      <w:pPr>
        <w:pStyle w:val="Absatzberschrift"/>
      </w:pPr>
      <w:r>
        <w:t>Spedizione sostenibile</w:t>
      </w:r>
    </w:p>
    <w:p w14:paraId="10639D39" w14:textId="77777777" w:rsidR="00C00867" w:rsidRPr="00C00867" w:rsidRDefault="00C00867" w:rsidP="00C00867">
      <w:pPr>
        <w:pStyle w:val="Standardabsatz"/>
      </w:pPr>
      <w:r>
        <w:t>Nella spedizione dei pezzi di ricambio, Hamm si affida a materiali sostenibili. Le pellicole e la plastica vengono evitate il ​​più possibile, i chip in polistirolo sono un tabù. Hamm confeziona invece i pezzi di ricambio in scatole di cartone, con carta da imballaggio che funge da materiale di riempimento e imbottitura. Inoltre, Hamm riceve la maggior parte delle parti di ricambio e soggette ad usura pronte per la spedizione con l'imballaggio appropriato. Non è quindi necessario un nuovo imballaggio ad alto impiego di materiale, abbastanza comune nel settore.</w:t>
      </w:r>
    </w:p>
    <w:p w14:paraId="589348FB" w14:textId="17167D85" w:rsidR="00C00867" w:rsidRPr="00C00867" w:rsidRDefault="00C00867" w:rsidP="00C00867">
      <w:pPr>
        <w:pStyle w:val="Absatzberschrift"/>
      </w:pPr>
      <w:r>
        <w:t>Addio al consumo di carta</w:t>
      </w:r>
    </w:p>
    <w:p w14:paraId="2563A4A5" w14:textId="42098970" w:rsidR="00C00867" w:rsidRPr="00C00867" w:rsidRDefault="00C00867" w:rsidP="00C00867">
      <w:pPr>
        <w:pStyle w:val="Standardabsatz"/>
      </w:pPr>
      <w:r>
        <w:t>Il cambiamento è visibile anche nella documentazione della macchina: è stata completamente convertita in supporti dati. Nel centro documentale dell'azienda, Hamm stampa i documenti solo su richiesta secondo il principio "Print on Demand". Di conseguenza, il fabbisogno di carta potrebbe essere ridotto di oltre il 70%.</w:t>
      </w:r>
    </w:p>
    <w:p w14:paraId="4DE781AF" w14:textId="483106D6" w:rsidR="006D6CC6" w:rsidRDefault="006D6CC6" w:rsidP="00C00867">
      <w:pPr>
        <w:pStyle w:val="Standardabsatz"/>
      </w:pPr>
    </w:p>
    <w:p w14:paraId="0E0FD79A" w14:textId="77777777" w:rsidR="00C477DD" w:rsidRDefault="00C477DD" w:rsidP="00E15EBE">
      <w:pPr>
        <w:pStyle w:val="Fotos"/>
      </w:pPr>
    </w:p>
    <w:p w14:paraId="31412CCB" w14:textId="5D9090CC" w:rsidR="00E15EBE" w:rsidRPr="0050252C" w:rsidRDefault="00E15EBE" w:rsidP="00E15EBE">
      <w:pPr>
        <w:pStyle w:val="Fotos"/>
      </w:pPr>
      <w:r>
        <w:lastRenderedPageBreak/>
        <w:t>Foto:</w:t>
      </w:r>
    </w:p>
    <w:p w14:paraId="20879CE4" w14:textId="79E4A1E2" w:rsidR="002611FE" w:rsidRPr="0050252C" w:rsidRDefault="00A46F1E" w:rsidP="002611FE">
      <w:pPr>
        <w:pStyle w:val="BUbold"/>
      </w:pPr>
      <w:r>
        <w:rPr>
          <w:noProof/>
        </w:rPr>
        <w:drawing>
          <wp:inline distT="0" distB="0" distL="0" distR="0" wp14:anchorId="1B66E54E" wp14:editId="59C362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HAMM_environmental protection_01</w:t>
      </w:r>
    </w:p>
    <w:p w14:paraId="1F8A7162" w14:textId="6C6C1658" w:rsidR="006C0C87" w:rsidRPr="006D5C8C" w:rsidRDefault="006D5C8C" w:rsidP="00C84D75">
      <w:pPr>
        <w:pStyle w:val="BUnormal"/>
      </w:pPr>
      <w:r>
        <w:t>Stabilimento con i più alti standard ambientali: Hamm si occupa da molti anni in modo responsabile di risorse limitate in tutti i settori dell'azienda.</w:t>
      </w:r>
    </w:p>
    <w:p w14:paraId="47324A88" w14:textId="77777777" w:rsidR="002611FE" w:rsidRPr="006D5C8C" w:rsidRDefault="002611FE" w:rsidP="002611FE">
      <w:pPr>
        <w:pStyle w:val="BUnormal"/>
      </w:pPr>
    </w:p>
    <w:p w14:paraId="29E92010" w14:textId="19CD7773" w:rsidR="00BD25D1" w:rsidRPr="0050252C" w:rsidRDefault="00BD25D1" w:rsidP="00BD25D1">
      <w:pPr>
        <w:pStyle w:val="BUbold"/>
      </w:pPr>
      <w:r>
        <w:rPr>
          <w:b w:val="0"/>
          <w:noProof/>
        </w:rPr>
        <w:drawing>
          <wp:inline distT="0" distB="0" distL="0" distR="0" wp14:anchorId="7CBAC95B" wp14:editId="37B7C95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HAMM_environmental protection_02</w:t>
      </w:r>
    </w:p>
    <w:p w14:paraId="6F7FC9EB" w14:textId="6397A9CF" w:rsidR="00BD25D1" w:rsidRPr="00896193" w:rsidRDefault="00896193" w:rsidP="002611FE">
      <w:pPr>
        <w:pStyle w:val="BUnormal"/>
      </w:pPr>
      <w:r>
        <w:t>In Hamm, il ruolo dei sistemi e degli strumenti digitali nella produzione e nella logistica è in costante aumento. Il risultato: il lavoro paperless in questi settori è ormai cosa fatta.</w:t>
      </w:r>
      <w:r>
        <w:br/>
      </w:r>
    </w:p>
    <w:p w14:paraId="4DC2DA2B" w14:textId="77777777" w:rsidR="008964C0" w:rsidRPr="00743513" w:rsidRDefault="008964C0" w:rsidP="008964C0">
      <w:pPr>
        <w:pStyle w:val="Text"/>
        <w:rPr>
          <w:i/>
          <w:szCs w:val="22"/>
        </w:rPr>
      </w:pPr>
      <w:r w:rsidRPr="00743513">
        <w:rPr>
          <w:i/>
          <w:szCs w:val="22"/>
          <w:u w:val="single"/>
        </w:rPr>
        <w:t>Nota:</w:t>
      </w:r>
      <w:r w:rsidRPr="00743513">
        <w:rPr>
          <w:i/>
          <w:szCs w:val="22"/>
        </w:rPr>
        <w:t xml:space="preserve"> Queste foto servono soltanto per la visualizzazione in anteprima. Per la stampa nelle pubblicazioni vi preghiamo di usare le foto in risoluzione 300 dpi, scaricabili dai siti web del Wirtgen Group.</w:t>
      </w:r>
    </w:p>
    <w:p w14:paraId="47388DCB" w14:textId="77777777" w:rsidR="008964C0" w:rsidRPr="00743513" w:rsidRDefault="008964C0" w:rsidP="008964C0">
      <w:pPr>
        <w:rPr>
          <w:sz w:val="22"/>
          <w:szCs w:val="22"/>
        </w:rPr>
      </w:pPr>
    </w:p>
    <w:p w14:paraId="5FA48D58" w14:textId="77777777" w:rsidR="008964C0" w:rsidRPr="00743513" w:rsidRDefault="008964C0" w:rsidP="008964C0">
      <w:pPr>
        <w:pStyle w:val="Text"/>
        <w:rPr>
          <w:szCs w:val="22"/>
        </w:rPr>
      </w:pPr>
    </w:p>
    <w:tbl>
      <w:tblPr>
        <w:tblStyle w:val="Basic"/>
        <w:tblW w:w="0" w:type="auto"/>
        <w:tblLook w:val="04A0" w:firstRow="1" w:lastRow="0" w:firstColumn="1" w:lastColumn="0" w:noHBand="0" w:noVBand="1"/>
      </w:tblPr>
      <w:tblGrid>
        <w:gridCol w:w="4780"/>
        <w:gridCol w:w="4744"/>
      </w:tblGrid>
      <w:tr w:rsidR="008964C0" w:rsidRPr="00743513" w14:paraId="12ECA8CF" w14:textId="77777777" w:rsidTr="00B85999">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46CF58B0" w14:textId="77777777" w:rsidR="008964C0" w:rsidRPr="00743513" w:rsidRDefault="008964C0" w:rsidP="00B85999">
            <w:pPr>
              <w:pStyle w:val="HeadlineKontakte"/>
              <w:rPr>
                <w:szCs w:val="22"/>
              </w:rPr>
            </w:pPr>
            <w:r w:rsidRPr="00743513">
              <w:rPr>
                <w:szCs w:val="22"/>
              </w:rPr>
              <w:t>Per maggiori informazioni vogliate contattare:</w:t>
            </w:r>
          </w:p>
          <w:p w14:paraId="1B8A2B1C" w14:textId="77777777" w:rsidR="008964C0" w:rsidRPr="00743513" w:rsidRDefault="008964C0" w:rsidP="00B85999">
            <w:pPr>
              <w:pStyle w:val="Text"/>
              <w:rPr>
                <w:szCs w:val="22"/>
              </w:rPr>
            </w:pPr>
            <w:r w:rsidRPr="00743513">
              <w:rPr>
                <w:szCs w:val="22"/>
              </w:rPr>
              <w:t>WIRTGEN GROUP</w:t>
            </w:r>
          </w:p>
          <w:p w14:paraId="1EA49C7A" w14:textId="77777777" w:rsidR="008964C0" w:rsidRPr="00743513" w:rsidRDefault="008964C0" w:rsidP="00B85999">
            <w:pPr>
              <w:pStyle w:val="Text"/>
              <w:rPr>
                <w:szCs w:val="22"/>
              </w:rPr>
            </w:pPr>
            <w:r w:rsidRPr="00743513">
              <w:rPr>
                <w:szCs w:val="22"/>
              </w:rPr>
              <w:t>Public Relations</w:t>
            </w:r>
          </w:p>
          <w:p w14:paraId="2C13BCDA" w14:textId="77777777" w:rsidR="008964C0" w:rsidRPr="00743513" w:rsidRDefault="008964C0" w:rsidP="00B85999">
            <w:pPr>
              <w:pStyle w:val="Text"/>
              <w:rPr>
                <w:szCs w:val="22"/>
              </w:rPr>
            </w:pPr>
            <w:r w:rsidRPr="00743513">
              <w:rPr>
                <w:szCs w:val="22"/>
              </w:rPr>
              <w:t>Reinhard-Wirtgen-Straße 2</w:t>
            </w:r>
          </w:p>
          <w:p w14:paraId="0C40CA72" w14:textId="77777777" w:rsidR="008964C0" w:rsidRPr="00743513" w:rsidRDefault="008964C0" w:rsidP="00B85999">
            <w:pPr>
              <w:pStyle w:val="Text"/>
              <w:rPr>
                <w:szCs w:val="22"/>
              </w:rPr>
            </w:pPr>
            <w:r w:rsidRPr="00743513">
              <w:rPr>
                <w:szCs w:val="22"/>
              </w:rPr>
              <w:t>53578 Windhagen</w:t>
            </w:r>
          </w:p>
          <w:p w14:paraId="2CA32353" w14:textId="77777777" w:rsidR="008964C0" w:rsidRPr="00743513" w:rsidRDefault="008964C0" w:rsidP="00B85999">
            <w:pPr>
              <w:pStyle w:val="Text"/>
              <w:rPr>
                <w:szCs w:val="22"/>
              </w:rPr>
            </w:pPr>
            <w:r w:rsidRPr="00743513">
              <w:rPr>
                <w:szCs w:val="22"/>
              </w:rPr>
              <w:t>Germania</w:t>
            </w:r>
          </w:p>
          <w:p w14:paraId="098EEB91" w14:textId="77777777" w:rsidR="008964C0" w:rsidRPr="00743513" w:rsidRDefault="008964C0" w:rsidP="00B85999">
            <w:pPr>
              <w:pStyle w:val="Text"/>
              <w:rPr>
                <w:szCs w:val="22"/>
              </w:rPr>
            </w:pPr>
          </w:p>
          <w:p w14:paraId="4AEFC6EF" w14:textId="77777777" w:rsidR="008964C0" w:rsidRPr="00743513" w:rsidRDefault="008964C0" w:rsidP="00B85999">
            <w:pPr>
              <w:pStyle w:val="Text"/>
              <w:rPr>
                <w:szCs w:val="22"/>
              </w:rPr>
            </w:pPr>
            <w:r w:rsidRPr="00743513">
              <w:rPr>
                <w:szCs w:val="22"/>
              </w:rPr>
              <w:t>Telefono:   +49 (0) 2645 131 – 1966</w:t>
            </w:r>
          </w:p>
          <w:p w14:paraId="6BAF8D92" w14:textId="77777777" w:rsidR="008964C0" w:rsidRPr="00743513" w:rsidRDefault="008964C0" w:rsidP="00B85999">
            <w:pPr>
              <w:pStyle w:val="Text"/>
              <w:rPr>
                <w:szCs w:val="22"/>
              </w:rPr>
            </w:pPr>
            <w:r w:rsidRPr="00743513">
              <w:rPr>
                <w:szCs w:val="22"/>
              </w:rPr>
              <w:t>Telefax:     +49 (0) 2645 131 – 499</w:t>
            </w:r>
          </w:p>
          <w:p w14:paraId="48D71692" w14:textId="77777777" w:rsidR="008964C0" w:rsidRPr="00743513" w:rsidRDefault="008964C0" w:rsidP="00B85999">
            <w:pPr>
              <w:pStyle w:val="Text"/>
              <w:rPr>
                <w:szCs w:val="22"/>
              </w:rPr>
            </w:pPr>
            <w:r w:rsidRPr="00743513">
              <w:rPr>
                <w:szCs w:val="22"/>
              </w:rPr>
              <w:t>E-mail:       PR@wirtgen-group.com</w:t>
            </w:r>
          </w:p>
          <w:p w14:paraId="7E89B4AE" w14:textId="77777777" w:rsidR="008964C0" w:rsidRPr="00743513" w:rsidRDefault="008964C0" w:rsidP="00B85999">
            <w:pPr>
              <w:pStyle w:val="Text"/>
              <w:rPr>
                <w:szCs w:val="22"/>
              </w:rPr>
            </w:pPr>
            <w:r w:rsidRPr="00743513">
              <w:rPr>
                <w:szCs w:val="22"/>
              </w:rPr>
              <w:t>www.wirtgen-group.com</w:t>
            </w:r>
          </w:p>
        </w:tc>
        <w:tc>
          <w:tcPr>
            <w:tcW w:w="4832" w:type="dxa"/>
            <w:tcBorders>
              <w:left w:val="single" w:sz="48" w:space="0" w:color="FFFFFF" w:themeColor="background1"/>
            </w:tcBorders>
          </w:tcPr>
          <w:p w14:paraId="03E568A8" w14:textId="77777777" w:rsidR="008964C0" w:rsidRPr="00743513" w:rsidRDefault="008964C0" w:rsidP="00B85999">
            <w:pPr>
              <w:pStyle w:val="Text"/>
              <w:rPr>
                <w:szCs w:val="22"/>
              </w:rPr>
            </w:pPr>
          </w:p>
        </w:tc>
      </w:tr>
    </w:tbl>
    <w:p w14:paraId="3D604A55" w14:textId="77506CFC" w:rsidR="00F048D4" w:rsidRPr="00F74540" w:rsidRDefault="00F048D4" w:rsidP="004E363F">
      <w:pPr>
        <w:pStyle w:val="Note"/>
      </w:pP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E76AC0F"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45261">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8872DF"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Tel.: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43F40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4833" w14:textId="00320869" w:rsidR="00B77ECF" w:rsidRDefault="00173EFC">
    <w:pPr>
      <w:pStyle w:val="Kopfzeile"/>
    </w:pPr>
    <w:r>
      <w:rPr>
        <w:noProof/>
      </w:rPr>
      <mc:AlternateContent>
        <mc:Choice Requires="wps">
          <w:drawing>
            <wp:anchor distT="0" distB="0" distL="0" distR="0" simplePos="0" relativeHeight="251665408" behindDoc="0" locked="0" layoutInCell="1" allowOverlap="1" wp14:anchorId="1A795D8B" wp14:editId="212DAA81">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C118F2" w14:textId="5FE6CF28" w:rsidR="00173EFC" w:rsidRPr="00173EFC" w:rsidRDefault="00173EFC">
                          <w:pPr>
                            <w:rPr>
                              <w:rFonts w:ascii="Calibri" w:eastAsia="Calibri" w:hAnsi="Calibri" w:cs="Calibri"/>
                              <w:color w:val="FF0000"/>
                              <w:sz w:val="20"/>
                              <w:szCs w:val="20"/>
                            </w:rPr>
                          </w:pPr>
                          <w:r w:rsidRPr="00173EFC">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A795D8B"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59C118F2" w14:textId="5FE6CF28" w:rsidR="00173EFC" w:rsidRPr="00173EFC" w:rsidRDefault="00173EFC">
                    <w:pPr>
                      <w:rPr>
                        <w:rFonts w:ascii="Calibri" w:eastAsia="Calibri" w:hAnsi="Calibri" w:cs="Calibri"/>
                        <w:color w:val="FF0000"/>
                        <w:sz w:val="20"/>
                        <w:szCs w:val="20"/>
                      </w:rPr>
                    </w:pPr>
                    <w:r w:rsidRPr="00173EFC">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2336" behindDoc="0" locked="0" layoutInCell="1" allowOverlap="1" wp14:anchorId="6EE92407" wp14:editId="75E0A04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Riservato senza informazioni personali</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6EE92407" id="Textfeld 8" o:spid="_x0000_s1027"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DX/f72PQIAAHMEAAAOAAAAAAAAAAAA&#10;AAAAAC4CAABkcnMvZTJvRG9jLnhtbFBLAQItABQABgAIAAAAIQATDe+w2AAAAAMBAAAPAAAAAAAA&#10;AAAAAAAAAJcEAABkcnMvZG93bnJldi54bWxQSwUGAAAAAAQABADzAAAAnAUAAAAA&#10;" filled="f" stroked="f">
              <v:textbox style="mso-fit-shape-to-text:t" inset="0,0,15pt,0">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Riservato senza informazioni personali</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7E3345C" w:rsidR="00533132" w:rsidRPr="00533132" w:rsidRDefault="00173EFC" w:rsidP="00533132">
    <w:pPr>
      <w:pStyle w:val="Kopfzeile"/>
    </w:pPr>
    <w:r>
      <w:rPr>
        <w:noProof/>
      </w:rPr>
      <mc:AlternateContent>
        <mc:Choice Requires="wps">
          <w:drawing>
            <wp:anchor distT="0" distB="0" distL="0" distR="0" simplePos="0" relativeHeight="251666432" behindDoc="0" locked="0" layoutInCell="1" allowOverlap="1" wp14:anchorId="363C0227" wp14:editId="6FFEF78E">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AF32AE" w14:textId="5E382609" w:rsidR="00173EFC" w:rsidRPr="00173EFC" w:rsidRDefault="00173EFC">
                          <w:pPr>
                            <w:rPr>
                              <w:rFonts w:ascii="Calibri" w:eastAsia="Calibri" w:hAnsi="Calibri" w:cs="Calibri"/>
                              <w:color w:val="FF0000"/>
                              <w:sz w:val="20"/>
                              <w:szCs w:val="20"/>
                            </w:rPr>
                          </w:pPr>
                          <w:r w:rsidRPr="00173EFC">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63C0227" id="_x0000_t202" coordsize="21600,21600" o:spt="202" path="m,l,21600r21600,l21600,xe">
              <v:stroke joinstyle="miter"/>
              <v:path gradientshapeok="t" o:connecttype="rect"/>
            </v:shapetype>
            <v:shape id="Textfeld 14" o:spid="_x0000_s1028" type="#_x0000_t202" alt="Public" style="position:absolute;margin-left:-16.25pt;margin-top:.05pt;width:34.95pt;height:34.95pt;z-index:25166643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LuZgDwqAgAAUgQAAA4AAAAAAAAAAAAAAAAALgIAAGRycy9lMm9Eb2Mu&#10;eG1sUEsBAi0AFAAGAAgAAAAhABMN77DYAAAAAwEAAA8AAAAAAAAAAAAAAAAAhAQAAGRycy9kb3du&#10;cmV2LnhtbFBLBQYAAAAABAAEAPMAAACJBQAAAAA=&#10;" filled="f" stroked="f">
              <v:textbox style="mso-fit-shape-to-text:t" inset="0,0,15pt,0">
                <w:txbxContent>
                  <w:p w14:paraId="6AAF32AE" w14:textId="5E382609" w:rsidR="00173EFC" w:rsidRPr="00173EFC" w:rsidRDefault="00173EFC">
                    <w:pPr>
                      <w:rPr>
                        <w:rFonts w:ascii="Calibri" w:eastAsia="Calibri" w:hAnsi="Calibri" w:cs="Calibri"/>
                        <w:color w:val="FF0000"/>
                        <w:sz w:val="20"/>
                        <w:szCs w:val="20"/>
                      </w:rPr>
                    </w:pPr>
                    <w:r w:rsidRPr="00173EFC">
                      <w:rPr>
                        <w:rFonts w:ascii="Calibri" w:eastAsia="Calibri" w:hAnsi="Calibri" w:cs="Calibri"/>
                        <w:color w:val="FF0000"/>
                        <w:sz w:val="20"/>
                        <w:szCs w:val="20"/>
                      </w:rPr>
                      <w:t>Public</w:t>
                    </w:r>
                  </w:p>
                </w:txbxContent>
              </v:textbox>
              <w10:wrap type="square" anchorx="margin"/>
            </v:shape>
          </w:pict>
        </mc:Fallback>
      </mc:AlternateContent>
    </w:r>
    <w:r w:rsidR="00B77ECF">
      <w:rPr>
        <w:noProof/>
      </w:rPr>
      <w:drawing>
        <wp:anchor distT="0" distB="0" distL="114300" distR="114300" simplePos="0" relativeHeight="251660288" behindDoc="1" locked="0" layoutInCell="1" allowOverlap="1" wp14:anchorId="6CC7FC4B" wp14:editId="6E210757">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2B0C597" w:rsidR="00533132" w:rsidRDefault="00173EFC">
    <w:pPr>
      <w:pStyle w:val="Kopfzeile"/>
    </w:pPr>
    <w:r>
      <w:rPr>
        <w:noProof/>
      </w:rPr>
      <mc:AlternateContent>
        <mc:Choice Requires="wps">
          <w:drawing>
            <wp:anchor distT="0" distB="0" distL="0" distR="0" simplePos="0" relativeHeight="251664384" behindDoc="0" locked="0" layoutInCell="1" allowOverlap="1" wp14:anchorId="02992E9D" wp14:editId="42E0115B">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340575" w14:textId="69C24B78" w:rsidR="00173EFC" w:rsidRPr="00173EFC" w:rsidRDefault="00173EFC">
                          <w:pPr>
                            <w:rPr>
                              <w:rFonts w:ascii="Calibri" w:eastAsia="Calibri" w:hAnsi="Calibri" w:cs="Calibri"/>
                              <w:color w:val="FF0000"/>
                              <w:sz w:val="20"/>
                              <w:szCs w:val="20"/>
                            </w:rPr>
                          </w:pPr>
                          <w:r w:rsidRPr="00173EFC">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2992E9D" id="_x0000_t202" coordsize="21600,21600" o:spt="202" path="m,l,21600r21600,l21600,xe">
              <v:stroke joinstyle="miter"/>
              <v:path gradientshapeok="t" o:connecttype="rect"/>
            </v:shapetype>
            <v:shape id="Textfeld 11" o:spid="_x0000_s1029"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A/dn1jKAIAAFIEAAAOAAAAAAAAAAAAAAAAAC4CAABkcnMvZTJvRG9jLnht&#10;bFBLAQItABQABgAIAAAAIQATDe+w2AAAAAMBAAAPAAAAAAAAAAAAAAAAAIIEAABkcnMvZG93bnJl&#10;di54bWxQSwUGAAAAAAQABADzAAAAhwUAAAAA&#10;" filled="f" stroked="f">
              <v:textbox style="mso-fit-shape-to-text:t" inset="0,0,15pt,0">
                <w:txbxContent>
                  <w:p w14:paraId="5F340575" w14:textId="69C24B78" w:rsidR="00173EFC" w:rsidRPr="00173EFC" w:rsidRDefault="00173EFC">
                    <w:pPr>
                      <w:rPr>
                        <w:rFonts w:ascii="Calibri" w:eastAsia="Calibri" w:hAnsi="Calibri" w:cs="Calibri"/>
                        <w:color w:val="FF0000"/>
                        <w:sz w:val="20"/>
                        <w:szCs w:val="20"/>
                      </w:rPr>
                    </w:pPr>
                    <w:r w:rsidRPr="00173EFC">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1312" behindDoc="0" locked="0" layoutInCell="1" allowOverlap="1" wp14:anchorId="79F573B2" wp14:editId="42B4B3A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Riservato senza informazioni personali</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79F573B2" id="Textfeld 7" o:spid="_x0000_s1030"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" filled="f" stroked="f">
              <v:textbox style="mso-fit-shape-to-text:t" inset="0,0,15pt,0">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Riservato senza informazioni personali</w:t>
                    </w:r>
                  </w:p>
                </w:txbxContent>
              </v:textbox>
              <w10:wrap type="square" anchorx="margin"/>
            </v:shape>
          </w:pict>
        </mc:Fallback>
      </mc:AlternateContent>
    </w:r>
    <w:r w:rsidR="00B77ECF">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AF5D9"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77ECF">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ECF">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A53DA"/>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73EFC"/>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4D6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A783B"/>
    <w:rsid w:val="003B3803"/>
    <w:rsid w:val="003C2A71"/>
    <w:rsid w:val="003E1CB6"/>
    <w:rsid w:val="003E3CF6"/>
    <w:rsid w:val="003E759F"/>
    <w:rsid w:val="003E7853"/>
    <w:rsid w:val="003F57AB"/>
    <w:rsid w:val="00400FD9"/>
    <w:rsid w:val="004016F7"/>
    <w:rsid w:val="00403373"/>
    <w:rsid w:val="00406C81"/>
    <w:rsid w:val="004079C2"/>
    <w:rsid w:val="00412545"/>
    <w:rsid w:val="0041475A"/>
    <w:rsid w:val="00417237"/>
    <w:rsid w:val="00430BB0"/>
    <w:rsid w:val="0046460D"/>
    <w:rsid w:val="00467F3C"/>
    <w:rsid w:val="0047498D"/>
    <w:rsid w:val="00476100"/>
    <w:rsid w:val="00487BFC"/>
    <w:rsid w:val="004A463B"/>
    <w:rsid w:val="004C1967"/>
    <w:rsid w:val="004D23D0"/>
    <w:rsid w:val="004D2BE0"/>
    <w:rsid w:val="004E363F"/>
    <w:rsid w:val="004E6EF5"/>
    <w:rsid w:val="0050252C"/>
    <w:rsid w:val="00506409"/>
    <w:rsid w:val="00530E32"/>
    <w:rsid w:val="00533132"/>
    <w:rsid w:val="00537210"/>
    <w:rsid w:val="005649F4"/>
    <w:rsid w:val="005710C8"/>
    <w:rsid w:val="005711A3"/>
    <w:rsid w:val="00571A5C"/>
    <w:rsid w:val="00571D3A"/>
    <w:rsid w:val="00573B2B"/>
    <w:rsid w:val="005776E9"/>
    <w:rsid w:val="00587AD9"/>
    <w:rsid w:val="005909A8"/>
    <w:rsid w:val="005A4F04"/>
    <w:rsid w:val="005B5793"/>
    <w:rsid w:val="005C6B30"/>
    <w:rsid w:val="005C71EC"/>
    <w:rsid w:val="005E25D5"/>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5C8C"/>
    <w:rsid w:val="006D6CC6"/>
    <w:rsid w:val="006D7EAC"/>
    <w:rsid w:val="006E0104"/>
    <w:rsid w:val="006E0AD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193"/>
    <w:rsid w:val="008964C0"/>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51B3"/>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77ECF"/>
    <w:rsid w:val="00B85705"/>
    <w:rsid w:val="00B874DC"/>
    <w:rsid w:val="00B90F78"/>
    <w:rsid w:val="00BD1058"/>
    <w:rsid w:val="00BD25D1"/>
    <w:rsid w:val="00BD5391"/>
    <w:rsid w:val="00BD764C"/>
    <w:rsid w:val="00BF56B2"/>
    <w:rsid w:val="00C00867"/>
    <w:rsid w:val="00C055AB"/>
    <w:rsid w:val="00C11F95"/>
    <w:rsid w:val="00C136DF"/>
    <w:rsid w:val="00C17501"/>
    <w:rsid w:val="00C40627"/>
    <w:rsid w:val="00C43EAF"/>
    <w:rsid w:val="00C45261"/>
    <w:rsid w:val="00C457C3"/>
    <w:rsid w:val="00C477DD"/>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370"/>
    <w:rsid w:val="00D4487C"/>
    <w:rsid w:val="00D63D33"/>
    <w:rsid w:val="00D73352"/>
    <w:rsid w:val="00D935C3"/>
    <w:rsid w:val="00DA0266"/>
    <w:rsid w:val="00DA2C92"/>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3BB5"/>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it-IT"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it-IT"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ED64D4E-C615-4EBC-846F-BE3B52FB419E}">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1034</Words>
  <Characters>6516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7535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13</cp:revision>
  <cp:lastPrinted>2021-10-28T15:19:00Z</cp:lastPrinted>
  <dcterms:created xsi:type="dcterms:W3CDTF">2022-04-21T14:38:00Z</dcterms:created>
  <dcterms:modified xsi:type="dcterms:W3CDTF">2022-05-03T11:04:00Z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2022-05-03T10:03:54Z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856d3416-9cf4-4fe9-a96e-cb77feb8ad9d</vt:lpwstr>
  </property>
  <property fmtid="{D5CDD505-2E9C-101B-9397-08002B2CF9AE}" pid="11" name="MSIP_Label_df1a195f-122b-42dc-a2d3-71a1903dcdac_ContentBits">
    <vt:lpwstr>1</vt:lpwstr>
  </property>
</Properties>
</file>